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D4F" w:rsidRDefault="00280D4F" w:rsidP="0040095F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AE651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i1025" type="#_x0000_t75" style="width:65.25pt;height:43.5pt;visibility:visible">
            <v:imagedata r:id="rId7" o:title=""/>
          </v:shape>
        </w:pic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AE651B">
        <w:rPr>
          <w:noProof/>
        </w:rPr>
        <w:pict>
          <v:shape id="Kép 4" o:spid="_x0000_i1026" type="#_x0000_t75" alt="Új magyarország logo" style="width:69.75pt;height:63.75pt;visibility:visible">
            <v:imagedata r:id="rId8" o:title=""/>
          </v:shape>
        </w:pic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050058">
        <w:rPr>
          <w:rFonts w:ascii="Times New Roman" w:hAnsi="Times New Roman"/>
          <w:b/>
          <w:noProof/>
          <w:sz w:val="28"/>
          <w:szCs w:val="28"/>
        </w:rPr>
        <w:pict>
          <v:shape id="Kép 7" o:spid="_x0000_i1027" type="#_x0000_t75" style="width:120pt;height:59.25pt;visibility:visible">
            <v:imagedata r:id="rId9" o:title=""/>
          </v:shape>
        </w:pic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050058">
        <w:rPr>
          <w:rFonts w:ascii="Times New Roman" w:hAnsi="Times New Roman"/>
          <w:b/>
          <w:noProof/>
          <w:sz w:val="28"/>
          <w:szCs w:val="28"/>
        </w:rPr>
        <w:pict>
          <v:shape id="Kép 10" o:spid="_x0000_i1028" type="#_x0000_t75" style="width:1in;height:1in;visibility:visible">
            <v:imagedata r:id="rId10" o:title=""/>
          </v:shape>
        </w:pict>
      </w:r>
    </w:p>
    <w:p w:rsidR="00280D4F" w:rsidRPr="008A5B31" w:rsidRDefault="00280D4F" w:rsidP="0040095F">
      <w:pPr>
        <w:pStyle w:val="NoSpacing"/>
        <w:jc w:val="center"/>
        <w:rPr>
          <w:rFonts w:ascii="Times New Roman" w:hAnsi="Times New Roman"/>
          <w:sz w:val="20"/>
          <w:szCs w:val="20"/>
        </w:rPr>
      </w:pPr>
      <w:r w:rsidRPr="008A5B31">
        <w:rPr>
          <w:rFonts w:ascii="Times New Roman" w:hAnsi="Times New Roman"/>
          <w:sz w:val="20"/>
          <w:szCs w:val="20"/>
        </w:rPr>
        <w:t>Európai Mezőgazdasági Vidékfejlesztési Alap:</w:t>
      </w:r>
    </w:p>
    <w:p w:rsidR="00280D4F" w:rsidRDefault="00280D4F" w:rsidP="0040095F">
      <w:pPr>
        <w:pStyle w:val="NoSpacing"/>
        <w:jc w:val="center"/>
        <w:rPr>
          <w:rFonts w:ascii="Times New Roman" w:hAnsi="Times New Roman"/>
          <w:sz w:val="20"/>
          <w:szCs w:val="20"/>
        </w:rPr>
      </w:pPr>
      <w:r w:rsidRPr="008A5B31">
        <w:rPr>
          <w:rFonts w:ascii="Times New Roman" w:hAnsi="Times New Roman"/>
          <w:sz w:val="20"/>
          <w:szCs w:val="20"/>
        </w:rPr>
        <w:t>a vidéki területekbe beruházó Európa</w:t>
      </w:r>
    </w:p>
    <w:p w:rsidR="00280D4F" w:rsidRDefault="00280D4F" w:rsidP="008F619B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280D4F" w:rsidRDefault="00280D4F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280D4F" w:rsidRDefault="00280D4F" w:rsidP="00C81055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Célterület száma: </w:t>
      </w:r>
      <w:r w:rsidRPr="00F447D2">
        <w:rPr>
          <w:rFonts w:ascii="Times New Roman" w:hAnsi="Times New Roman"/>
          <w:b/>
          <w:sz w:val="20"/>
          <w:szCs w:val="20"/>
        </w:rPr>
        <w:t>1 016 664</w:t>
      </w:r>
    </w:p>
    <w:p w:rsidR="00280D4F" w:rsidRDefault="00280D4F" w:rsidP="00C81055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Célterület neve: </w:t>
      </w:r>
      <w:r w:rsidRPr="00F447D2">
        <w:rPr>
          <w:rFonts w:ascii="Times New Roman" w:hAnsi="Times New Roman"/>
          <w:b/>
          <w:sz w:val="20"/>
          <w:szCs w:val="20"/>
        </w:rPr>
        <w:t>Települési szabadidőpark kisléptékű infrastruktúra fejlesztése</w:t>
      </w:r>
    </w:p>
    <w:p w:rsidR="00280D4F" w:rsidRDefault="00280D4F" w:rsidP="00C81055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</w:p>
    <w:p w:rsidR="00280D4F" w:rsidRPr="00C81055" w:rsidRDefault="00280D4F" w:rsidP="00C81055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</w:p>
    <w:p w:rsidR="00280D4F" w:rsidRDefault="00280D4F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EGYÜTTMŰKÖDÉSI MEGÁLLAPODÁS PARTNERSÉGRŐL</w:t>
      </w:r>
    </w:p>
    <w:p w:rsidR="00280D4F" w:rsidRDefault="00280D4F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280D4F" w:rsidRDefault="00280D4F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Amely létrejött, egy részt</w:t>
      </w: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280D4F" w:rsidRPr="00B501D6" w:rsidRDefault="00280D4F" w:rsidP="00441629">
      <w:pPr>
        <w:pStyle w:val="NoSpacing"/>
        <w:jc w:val="both"/>
        <w:rPr>
          <w:sz w:val="24"/>
          <w:szCs w:val="24"/>
          <w:lang w:eastAsia="ar-SA"/>
        </w:rPr>
      </w:pPr>
      <w:r w:rsidRPr="00B501D6">
        <w:rPr>
          <w:sz w:val="24"/>
          <w:szCs w:val="24"/>
          <w:lang w:eastAsia="ar-SA"/>
        </w:rPr>
        <w:t xml:space="preserve">………………………….. (név), mint a ……………………………………….. (székhely/lakóhely: …………………………………, cégj.sz./törzsszám:………….………………………………., adószám/adóazonosító jel: ……………………………..) képviseletére jogosult, </w:t>
      </w:r>
    </w:p>
    <w:p w:rsidR="00280D4F" w:rsidRPr="00B501D6" w:rsidRDefault="00280D4F" w:rsidP="00441629">
      <w:pPr>
        <w:pStyle w:val="NoSpacing"/>
        <w:jc w:val="both"/>
        <w:rPr>
          <w:sz w:val="24"/>
          <w:szCs w:val="24"/>
          <w:lang w:eastAsia="ar-SA"/>
        </w:rPr>
      </w:pP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valamint</w:t>
      </w:r>
    </w:p>
    <w:p w:rsidR="00280D4F" w:rsidRPr="00B501D6" w:rsidRDefault="00280D4F" w:rsidP="00B8249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280D4F" w:rsidRPr="00B501D6" w:rsidRDefault="00280D4F" w:rsidP="00B82498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sz w:val="24"/>
          <w:szCs w:val="24"/>
          <w:lang w:eastAsia="ar-SA"/>
        </w:rPr>
        <w:t xml:space="preserve">……………………………… (név), mint a …………………………………………….. (székhely/lakóhely: ……………………………………….. .,cégj.sz./törzsszám:………….………………………………., adószám/adóazonosító jel:……………………………) képviseletére jogosult, </w:t>
      </w: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(a sorok tetszés szerint bővíthetőek)</w:t>
      </w: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között,</w:t>
      </w: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az alábbi helyen és időben, az alábbi tartalommal (projekt célja</w:t>
      </w:r>
      <w:r>
        <w:rPr>
          <w:rFonts w:ascii="Times New Roman" w:hAnsi="Times New Roman"/>
          <w:sz w:val="24"/>
          <w:szCs w:val="24"/>
        </w:rPr>
        <w:t>, várható eredmények</w:t>
      </w:r>
      <w:r w:rsidRPr="00B501D6">
        <w:rPr>
          <w:rFonts w:ascii="Times New Roman" w:hAnsi="Times New Roman"/>
          <w:sz w:val="24"/>
          <w:szCs w:val="24"/>
        </w:rPr>
        <w:t>):</w:t>
      </w: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280D4F" w:rsidRPr="00B501D6" w:rsidRDefault="00280D4F" w:rsidP="002157CF">
      <w:pPr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80D4F" w:rsidRPr="00B501D6" w:rsidRDefault="00280D4F" w:rsidP="002157CF">
      <w:pPr>
        <w:pStyle w:val="ListParagraph"/>
        <w:numPr>
          <w:ilvl w:val="0"/>
          <w:numId w:val="2"/>
          <w:numberingChange w:id="0" w:author="Unknown" w:date="2011-07-21T14:06:00Z" w:original="-"/>
        </w:numPr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 partnerek a finanszírozásban részt vesznek,</w:t>
      </w:r>
      <w:r>
        <w:rPr>
          <w:rFonts w:ascii="Times New Roman" w:hAnsi="Times New Roman"/>
          <w:sz w:val="24"/>
          <w:szCs w:val="24"/>
        </w:rPr>
        <w:t xml:space="preserve"> (ebben az esetben kérem, csatolja a projekt költségvetését, mely tartalmazza a partnerek pénzügyi hozzájárulását)</w:t>
      </w:r>
    </w:p>
    <w:p w:rsidR="00280D4F" w:rsidRPr="00B501D6" w:rsidRDefault="00280D4F" w:rsidP="002157CF">
      <w:pPr>
        <w:pStyle w:val="ListParagraph"/>
        <w:numPr>
          <w:ilvl w:val="0"/>
          <w:numId w:val="2"/>
          <w:numberingChange w:id="1" w:author="Unknown" w:date="2011-07-21T14:06:00Z" w:original="-"/>
        </w:numPr>
        <w:rPr>
          <w:rFonts w:ascii="Times New Roman" w:hAnsi="Times New Roman"/>
          <w:sz w:val="24"/>
          <w:szCs w:val="24"/>
          <w:u w:val="single"/>
        </w:rPr>
      </w:pPr>
      <w:r w:rsidRPr="00B501D6">
        <w:rPr>
          <w:rFonts w:ascii="Times New Roman" w:hAnsi="Times New Roman"/>
          <w:sz w:val="24"/>
          <w:szCs w:val="24"/>
        </w:rPr>
        <w:t>a partnerek a szakmai feladatok megvalósításában vállalnak szerepet</w:t>
      </w:r>
      <w:r w:rsidRPr="00B501D6">
        <w:rPr>
          <w:rFonts w:ascii="Times New Roman" w:hAnsi="Times New Roman"/>
          <w:sz w:val="24"/>
          <w:szCs w:val="24"/>
          <w:u w:val="single"/>
        </w:rPr>
        <w:t>,</w:t>
      </w:r>
    </w:p>
    <w:p w:rsidR="00280D4F" w:rsidRPr="00B501D6" w:rsidRDefault="00280D4F" w:rsidP="002157CF">
      <w:pPr>
        <w:pStyle w:val="ListParagraph"/>
        <w:numPr>
          <w:ilvl w:val="0"/>
          <w:numId w:val="2"/>
          <w:numberingChange w:id="2" w:author="Unknown" w:date="2011-07-21T14:06:00Z" w:original="-"/>
        </w:numPr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 partnerek a szervezési feladatokban vállalnak részt.</w:t>
      </w:r>
    </w:p>
    <w:p w:rsidR="00280D4F" w:rsidRDefault="00280D4F" w:rsidP="00B501D6">
      <w:pPr>
        <w:pStyle w:val="ListParagrap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 xml:space="preserve"> (a vonatkozó rész aláhúzandó)</w:t>
      </w:r>
    </w:p>
    <w:p w:rsidR="00280D4F" w:rsidRDefault="00280D4F" w:rsidP="00B501D6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együttműködés időtartama: </w:t>
      </w:r>
    </w:p>
    <w:p w:rsidR="00280D4F" w:rsidRPr="00C81055" w:rsidRDefault="00280D4F" w:rsidP="00C81055">
      <w:pPr>
        <w:rPr>
          <w:rFonts w:ascii="Times New Roman" w:hAnsi="Times New Roman"/>
          <w:sz w:val="24"/>
          <w:szCs w:val="24"/>
        </w:rPr>
      </w:pPr>
    </w:p>
    <w:p w:rsidR="00280D4F" w:rsidRPr="00B501D6" w:rsidRDefault="00280D4F" w:rsidP="00B501D6">
      <w:pPr>
        <w:pStyle w:val="ListParagraph"/>
        <w:rPr>
          <w:rFonts w:ascii="Times New Roman" w:hAnsi="Times New Roman"/>
          <w:sz w:val="24"/>
          <w:szCs w:val="24"/>
        </w:rPr>
      </w:pP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 megállapodás határozatlan ideig, de legalább az üzemeltetési időszak végéig tart.</w:t>
      </w: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 xml:space="preserve">Szászvár, </w:t>
      </w:r>
      <w:r>
        <w:rPr>
          <w:rFonts w:ascii="Times New Roman" w:hAnsi="Times New Roman"/>
          <w:sz w:val="24"/>
          <w:szCs w:val="24"/>
        </w:rPr>
        <w:t>20</w:t>
      </w:r>
      <w:r w:rsidRPr="00B501D6">
        <w:rPr>
          <w:rFonts w:ascii="Times New Roman" w:hAnsi="Times New Roman"/>
          <w:sz w:val="24"/>
          <w:szCs w:val="24"/>
        </w:rPr>
        <w:t>……………….</w:t>
      </w: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…………………………..</w:t>
      </w:r>
    </w:p>
    <w:p w:rsidR="00280D4F" w:rsidRPr="00B501D6" w:rsidRDefault="00280D4F" w:rsidP="00736C4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szervezet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szervezet</w:t>
      </w:r>
    </w:p>
    <w:p w:rsidR="00280D4F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Tanú:</w:t>
      </w: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</w:t>
      </w: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név</w:t>
      </w: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</w:t>
      </w: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aláírás</w:t>
      </w: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……………………………..</w:t>
      </w: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lakcím</w:t>
      </w: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…………………………….</w:t>
      </w:r>
    </w:p>
    <w:p w:rsidR="00280D4F" w:rsidRPr="00B501D6" w:rsidRDefault="00280D4F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szem.ig.szám</w:t>
      </w:r>
    </w:p>
    <w:sectPr w:rsidR="00280D4F" w:rsidRPr="00B501D6" w:rsidSect="008F12B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D4F" w:rsidRDefault="00280D4F" w:rsidP="00920896">
      <w:pPr>
        <w:spacing w:after="0" w:line="240" w:lineRule="auto"/>
      </w:pPr>
      <w:r>
        <w:separator/>
      </w:r>
    </w:p>
  </w:endnote>
  <w:endnote w:type="continuationSeparator" w:id="0">
    <w:p w:rsidR="00280D4F" w:rsidRDefault="00280D4F" w:rsidP="00920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D4F" w:rsidRDefault="00280D4F">
    <w:pPr>
      <w:pStyle w:val="Footer"/>
    </w:pPr>
    <w:r>
      <w:t>Mecsek-Völgység-Hegyhát Egyesület</w:t>
    </w:r>
  </w:p>
  <w:p w:rsidR="00280D4F" w:rsidRDefault="00280D4F">
    <w:pPr>
      <w:pStyle w:val="Footer"/>
    </w:pPr>
    <w:r>
      <w:t>Pályázó regisztrációs száma:</w:t>
    </w:r>
  </w:p>
  <w:p w:rsidR="00280D4F" w:rsidRDefault="00280D4F">
    <w:pPr>
      <w:pStyle w:val="Footer"/>
    </w:pPr>
    <w:r>
      <w:t xml:space="preserve">Pályázó neve: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D4F" w:rsidRDefault="00280D4F" w:rsidP="00920896">
      <w:pPr>
        <w:spacing w:after="0" w:line="240" w:lineRule="auto"/>
      </w:pPr>
      <w:r>
        <w:separator/>
      </w:r>
    </w:p>
  </w:footnote>
  <w:footnote w:type="continuationSeparator" w:id="0">
    <w:p w:rsidR="00280D4F" w:rsidRDefault="00280D4F" w:rsidP="00920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2477B"/>
    <w:multiLevelType w:val="hybridMultilevel"/>
    <w:tmpl w:val="93D4BDEC"/>
    <w:lvl w:ilvl="0" w:tplc="7E2607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65841"/>
    <w:multiLevelType w:val="hybridMultilevel"/>
    <w:tmpl w:val="1F126C40"/>
    <w:lvl w:ilvl="0" w:tplc="EFB49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27B4"/>
    <w:rsid w:val="00004D7E"/>
    <w:rsid w:val="000068AF"/>
    <w:rsid w:val="00013C28"/>
    <w:rsid w:val="000161C0"/>
    <w:rsid w:val="0003430E"/>
    <w:rsid w:val="00050058"/>
    <w:rsid w:val="0005337D"/>
    <w:rsid w:val="00062B3C"/>
    <w:rsid w:val="00064627"/>
    <w:rsid w:val="0006626C"/>
    <w:rsid w:val="00066FCF"/>
    <w:rsid w:val="00070D98"/>
    <w:rsid w:val="00071ABF"/>
    <w:rsid w:val="00074B3B"/>
    <w:rsid w:val="0008675D"/>
    <w:rsid w:val="00090CFC"/>
    <w:rsid w:val="000A1C95"/>
    <w:rsid w:val="000A29AA"/>
    <w:rsid w:val="000A3FA5"/>
    <w:rsid w:val="000B04D1"/>
    <w:rsid w:val="000C684E"/>
    <w:rsid w:val="000D26DC"/>
    <w:rsid w:val="000D630E"/>
    <w:rsid w:val="000E3F25"/>
    <w:rsid w:val="00100CDD"/>
    <w:rsid w:val="001063D6"/>
    <w:rsid w:val="00107E6A"/>
    <w:rsid w:val="001126FF"/>
    <w:rsid w:val="0011518E"/>
    <w:rsid w:val="00116AC3"/>
    <w:rsid w:val="00131357"/>
    <w:rsid w:val="0014570B"/>
    <w:rsid w:val="001466B9"/>
    <w:rsid w:val="00167A9F"/>
    <w:rsid w:val="0017073E"/>
    <w:rsid w:val="00177DFF"/>
    <w:rsid w:val="00183D30"/>
    <w:rsid w:val="00193FA9"/>
    <w:rsid w:val="00195841"/>
    <w:rsid w:val="00195F66"/>
    <w:rsid w:val="00196217"/>
    <w:rsid w:val="001A0200"/>
    <w:rsid w:val="001A6DAE"/>
    <w:rsid w:val="001E0BDB"/>
    <w:rsid w:val="001E773F"/>
    <w:rsid w:val="00204C39"/>
    <w:rsid w:val="002100A9"/>
    <w:rsid w:val="00210FCC"/>
    <w:rsid w:val="002157CF"/>
    <w:rsid w:val="00224A26"/>
    <w:rsid w:val="00227AC3"/>
    <w:rsid w:val="0025307D"/>
    <w:rsid w:val="002644A8"/>
    <w:rsid w:val="00267DD2"/>
    <w:rsid w:val="00272DE6"/>
    <w:rsid w:val="00280D4F"/>
    <w:rsid w:val="0028347B"/>
    <w:rsid w:val="0028770C"/>
    <w:rsid w:val="00290426"/>
    <w:rsid w:val="00292645"/>
    <w:rsid w:val="00295147"/>
    <w:rsid w:val="002B304D"/>
    <w:rsid w:val="002C4091"/>
    <w:rsid w:val="002C7017"/>
    <w:rsid w:val="002D45C1"/>
    <w:rsid w:val="002D7177"/>
    <w:rsid w:val="002E118B"/>
    <w:rsid w:val="002F0135"/>
    <w:rsid w:val="002F1E00"/>
    <w:rsid w:val="002F5839"/>
    <w:rsid w:val="002F7D93"/>
    <w:rsid w:val="00300B8D"/>
    <w:rsid w:val="003024F6"/>
    <w:rsid w:val="00305BBC"/>
    <w:rsid w:val="003117B5"/>
    <w:rsid w:val="003176DD"/>
    <w:rsid w:val="0033191C"/>
    <w:rsid w:val="003352CE"/>
    <w:rsid w:val="00345C9D"/>
    <w:rsid w:val="00354212"/>
    <w:rsid w:val="00365EF0"/>
    <w:rsid w:val="00373AE6"/>
    <w:rsid w:val="0038161E"/>
    <w:rsid w:val="003B2385"/>
    <w:rsid w:val="003B706F"/>
    <w:rsid w:val="003C4EE2"/>
    <w:rsid w:val="003D1485"/>
    <w:rsid w:val="003E5FCB"/>
    <w:rsid w:val="003F7FA8"/>
    <w:rsid w:val="0040095F"/>
    <w:rsid w:val="004063A3"/>
    <w:rsid w:val="00413805"/>
    <w:rsid w:val="00417055"/>
    <w:rsid w:val="00423024"/>
    <w:rsid w:val="00425897"/>
    <w:rsid w:val="00441629"/>
    <w:rsid w:val="00443ACD"/>
    <w:rsid w:val="004442EF"/>
    <w:rsid w:val="00452BD6"/>
    <w:rsid w:val="0046690F"/>
    <w:rsid w:val="00466F31"/>
    <w:rsid w:val="00474521"/>
    <w:rsid w:val="00487226"/>
    <w:rsid w:val="00492BBF"/>
    <w:rsid w:val="004A13CA"/>
    <w:rsid w:val="004B3B21"/>
    <w:rsid w:val="004C6BC7"/>
    <w:rsid w:val="004D2C4C"/>
    <w:rsid w:val="004E20FC"/>
    <w:rsid w:val="004E4B20"/>
    <w:rsid w:val="004E516E"/>
    <w:rsid w:val="004F0E2A"/>
    <w:rsid w:val="004F60B3"/>
    <w:rsid w:val="004F614E"/>
    <w:rsid w:val="005409F6"/>
    <w:rsid w:val="00540A2F"/>
    <w:rsid w:val="00543F97"/>
    <w:rsid w:val="0056723C"/>
    <w:rsid w:val="00571871"/>
    <w:rsid w:val="005875EE"/>
    <w:rsid w:val="00595D87"/>
    <w:rsid w:val="005A4413"/>
    <w:rsid w:val="005B40A3"/>
    <w:rsid w:val="005B6372"/>
    <w:rsid w:val="005C4780"/>
    <w:rsid w:val="005D668A"/>
    <w:rsid w:val="005D6744"/>
    <w:rsid w:val="005E2837"/>
    <w:rsid w:val="005E3517"/>
    <w:rsid w:val="005E5BCF"/>
    <w:rsid w:val="00615CA0"/>
    <w:rsid w:val="00617572"/>
    <w:rsid w:val="0062790A"/>
    <w:rsid w:val="00641A77"/>
    <w:rsid w:val="0065569E"/>
    <w:rsid w:val="00663F31"/>
    <w:rsid w:val="006651CC"/>
    <w:rsid w:val="006709E8"/>
    <w:rsid w:val="00685016"/>
    <w:rsid w:val="006912DC"/>
    <w:rsid w:val="00696DA6"/>
    <w:rsid w:val="006A377C"/>
    <w:rsid w:val="006C108D"/>
    <w:rsid w:val="006C27B4"/>
    <w:rsid w:val="006C3BAE"/>
    <w:rsid w:val="006C79E3"/>
    <w:rsid w:val="006D2DB9"/>
    <w:rsid w:val="006D689A"/>
    <w:rsid w:val="006E4DFA"/>
    <w:rsid w:val="006F42BC"/>
    <w:rsid w:val="006F6EE7"/>
    <w:rsid w:val="00716611"/>
    <w:rsid w:val="00733BB8"/>
    <w:rsid w:val="0073444F"/>
    <w:rsid w:val="0073508F"/>
    <w:rsid w:val="00736C47"/>
    <w:rsid w:val="007371B3"/>
    <w:rsid w:val="00742294"/>
    <w:rsid w:val="007439EF"/>
    <w:rsid w:val="00743AE0"/>
    <w:rsid w:val="007662B6"/>
    <w:rsid w:val="00775651"/>
    <w:rsid w:val="007822A5"/>
    <w:rsid w:val="0078458B"/>
    <w:rsid w:val="007A17ED"/>
    <w:rsid w:val="007A619A"/>
    <w:rsid w:val="007B0877"/>
    <w:rsid w:val="007B0E0C"/>
    <w:rsid w:val="007B18C2"/>
    <w:rsid w:val="007D0F88"/>
    <w:rsid w:val="007E3D3C"/>
    <w:rsid w:val="007E43BC"/>
    <w:rsid w:val="007E7283"/>
    <w:rsid w:val="007F0A52"/>
    <w:rsid w:val="007F0A97"/>
    <w:rsid w:val="007F306C"/>
    <w:rsid w:val="0080529F"/>
    <w:rsid w:val="0081617D"/>
    <w:rsid w:val="008243CF"/>
    <w:rsid w:val="008252A3"/>
    <w:rsid w:val="00825810"/>
    <w:rsid w:val="008372AC"/>
    <w:rsid w:val="0084308D"/>
    <w:rsid w:val="00844397"/>
    <w:rsid w:val="00852DDA"/>
    <w:rsid w:val="00865D85"/>
    <w:rsid w:val="0087297E"/>
    <w:rsid w:val="0087764D"/>
    <w:rsid w:val="00881AB2"/>
    <w:rsid w:val="008831E3"/>
    <w:rsid w:val="008A5B31"/>
    <w:rsid w:val="008B2230"/>
    <w:rsid w:val="008D6F7A"/>
    <w:rsid w:val="008F12B4"/>
    <w:rsid w:val="008F1471"/>
    <w:rsid w:val="008F5966"/>
    <w:rsid w:val="008F619B"/>
    <w:rsid w:val="00904651"/>
    <w:rsid w:val="00920896"/>
    <w:rsid w:val="00931959"/>
    <w:rsid w:val="009422D9"/>
    <w:rsid w:val="0094310D"/>
    <w:rsid w:val="009575EA"/>
    <w:rsid w:val="00965714"/>
    <w:rsid w:val="00970D56"/>
    <w:rsid w:val="009A35CC"/>
    <w:rsid w:val="009A4D49"/>
    <w:rsid w:val="009A7CC5"/>
    <w:rsid w:val="009B396E"/>
    <w:rsid w:val="009B3B85"/>
    <w:rsid w:val="009D442F"/>
    <w:rsid w:val="009E0C56"/>
    <w:rsid w:val="009F034B"/>
    <w:rsid w:val="009F2F8B"/>
    <w:rsid w:val="00A000E8"/>
    <w:rsid w:val="00A02E36"/>
    <w:rsid w:val="00A05BB1"/>
    <w:rsid w:val="00A153A4"/>
    <w:rsid w:val="00A17CEF"/>
    <w:rsid w:val="00A25B47"/>
    <w:rsid w:val="00A45D7D"/>
    <w:rsid w:val="00A45E24"/>
    <w:rsid w:val="00A54B5A"/>
    <w:rsid w:val="00A60DB4"/>
    <w:rsid w:val="00A66B63"/>
    <w:rsid w:val="00A7054E"/>
    <w:rsid w:val="00A72239"/>
    <w:rsid w:val="00A75144"/>
    <w:rsid w:val="00A878DE"/>
    <w:rsid w:val="00A927B2"/>
    <w:rsid w:val="00A932D8"/>
    <w:rsid w:val="00A9623D"/>
    <w:rsid w:val="00A965C5"/>
    <w:rsid w:val="00AA08AC"/>
    <w:rsid w:val="00AC42FD"/>
    <w:rsid w:val="00AC6117"/>
    <w:rsid w:val="00AC7A0E"/>
    <w:rsid w:val="00AD1E4A"/>
    <w:rsid w:val="00AD2B30"/>
    <w:rsid w:val="00AD5348"/>
    <w:rsid w:val="00AE1B80"/>
    <w:rsid w:val="00AE3779"/>
    <w:rsid w:val="00AE651B"/>
    <w:rsid w:val="00AF0819"/>
    <w:rsid w:val="00AF2116"/>
    <w:rsid w:val="00AF4A33"/>
    <w:rsid w:val="00B01354"/>
    <w:rsid w:val="00B134F2"/>
    <w:rsid w:val="00B14276"/>
    <w:rsid w:val="00B14A06"/>
    <w:rsid w:val="00B217A2"/>
    <w:rsid w:val="00B3344D"/>
    <w:rsid w:val="00B432B6"/>
    <w:rsid w:val="00B46509"/>
    <w:rsid w:val="00B501D6"/>
    <w:rsid w:val="00B51B0F"/>
    <w:rsid w:val="00B54625"/>
    <w:rsid w:val="00B64082"/>
    <w:rsid w:val="00B66D34"/>
    <w:rsid w:val="00B82498"/>
    <w:rsid w:val="00B91998"/>
    <w:rsid w:val="00BA5006"/>
    <w:rsid w:val="00BA6278"/>
    <w:rsid w:val="00BA6942"/>
    <w:rsid w:val="00BA70B0"/>
    <w:rsid w:val="00BB0B90"/>
    <w:rsid w:val="00BB3BB6"/>
    <w:rsid w:val="00BB7D18"/>
    <w:rsid w:val="00BC031C"/>
    <w:rsid w:val="00BC5BEE"/>
    <w:rsid w:val="00BE5BCF"/>
    <w:rsid w:val="00C2478D"/>
    <w:rsid w:val="00C2782F"/>
    <w:rsid w:val="00C40AB0"/>
    <w:rsid w:val="00C40FBE"/>
    <w:rsid w:val="00C4567C"/>
    <w:rsid w:val="00C653A1"/>
    <w:rsid w:val="00C73A8D"/>
    <w:rsid w:val="00C81055"/>
    <w:rsid w:val="00C84413"/>
    <w:rsid w:val="00C94DFC"/>
    <w:rsid w:val="00CA4AAA"/>
    <w:rsid w:val="00CB423D"/>
    <w:rsid w:val="00CB6F2D"/>
    <w:rsid w:val="00CB7825"/>
    <w:rsid w:val="00CC3B17"/>
    <w:rsid w:val="00CD70AF"/>
    <w:rsid w:val="00CE6F6E"/>
    <w:rsid w:val="00CF19D5"/>
    <w:rsid w:val="00D02462"/>
    <w:rsid w:val="00D34CA3"/>
    <w:rsid w:val="00D417C2"/>
    <w:rsid w:val="00D42D86"/>
    <w:rsid w:val="00D47F70"/>
    <w:rsid w:val="00D47FBA"/>
    <w:rsid w:val="00D51A94"/>
    <w:rsid w:val="00D809DF"/>
    <w:rsid w:val="00D84783"/>
    <w:rsid w:val="00D86B54"/>
    <w:rsid w:val="00D9426E"/>
    <w:rsid w:val="00D9797D"/>
    <w:rsid w:val="00DA3AF0"/>
    <w:rsid w:val="00DA7681"/>
    <w:rsid w:val="00DC7D7A"/>
    <w:rsid w:val="00DD1EF9"/>
    <w:rsid w:val="00DF26BB"/>
    <w:rsid w:val="00DF4607"/>
    <w:rsid w:val="00E01824"/>
    <w:rsid w:val="00E101D8"/>
    <w:rsid w:val="00E14537"/>
    <w:rsid w:val="00E14A92"/>
    <w:rsid w:val="00E16665"/>
    <w:rsid w:val="00E271F7"/>
    <w:rsid w:val="00E31D7F"/>
    <w:rsid w:val="00E324B6"/>
    <w:rsid w:val="00E530C2"/>
    <w:rsid w:val="00E54B1E"/>
    <w:rsid w:val="00E6401C"/>
    <w:rsid w:val="00E707A6"/>
    <w:rsid w:val="00E87433"/>
    <w:rsid w:val="00E92C64"/>
    <w:rsid w:val="00EB1A20"/>
    <w:rsid w:val="00EC490B"/>
    <w:rsid w:val="00ED2607"/>
    <w:rsid w:val="00ED54C0"/>
    <w:rsid w:val="00ED5C03"/>
    <w:rsid w:val="00EE03B5"/>
    <w:rsid w:val="00EE33CA"/>
    <w:rsid w:val="00EE48A3"/>
    <w:rsid w:val="00EE5F14"/>
    <w:rsid w:val="00EF317E"/>
    <w:rsid w:val="00EF59C6"/>
    <w:rsid w:val="00F025CF"/>
    <w:rsid w:val="00F17C14"/>
    <w:rsid w:val="00F377C8"/>
    <w:rsid w:val="00F40F57"/>
    <w:rsid w:val="00F43E81"/>
    <w:rsid w:val="00F447D2"/>
    <w:rsid w:val="00F4615C"/>
    <w:rsid w:val="00F630D0"/>
    <w:rsid w:val="00F9361A"/>
    <w:rsid w:val="00FB080C"/>
    <w:rsid w:val="00FC131B"/>
    <w:rsid w:val="00FC3248"/>
    <w:rsid w:val="00FC4271"/>
    <w:rsid w:val="00FD532D"/>
    <w:rsid w:val="00FE00D6"/>
    <w:rsid w:val="00FE2706"/>
    <w:rsid w:val="00FF10B2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2B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C27B4"/>
  </w:style>
  <w:style w:type="paragraph" w:styleId="BalloonText">
    <w:name w:val="Balloon Text"/>
    <w:basedOn w:val="Normal"/>
    <w:link w:val="BalloonTextChar"/>
    <w:uiPriority w:val="99"/>
    <w:semiHidden/>
    <w:rsid w:val="005E2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28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416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20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2089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20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2089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201</Words>
  <Characters>1393</Characters>
  <Application>Microsoft Office Outlook</Application>
  <DocSecurity>0</DocSecurity>
  <Lines>0</Lines>
  <Paragraphs>0</Paragraphs>
  <ScaleCrop>false</ScaleCrop>
  <Company>Szászvári Vizi Közmű Kht.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jurinkaa</cp:lastModifiedBy>
  <cp:revision>3</cp:revision>
  <dcterms:created xsi:type="dcterms:W3CDTF">2011-07-19T13:22:00Z</dcterms:created>
  <dcterms:modified xsi:type="dcterms:W3CDTF">2011-07-21T12:06:00Z</dcterms:modified>
</cp:coreProperties>
</file>